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7F" w:rsidRPr="003C1E3A" w:rsidRDefault="007B227F" w:rsidP="003C1E3A">
      <w:pPr>
        <w:spacing w:after="0" w:line="240" w:lineRule="auto"/>
        <w:ind w:left="4859"/>
        <w:jc w:val="right"/>
        <w:rPr>
          <w:rFonts w:ascii="Times New Roman" w:hAnsi="Times New Roman"/>
          <w:sz w:val="24"/>
          <w:szCs w:val="24"/>
        </w:rPr>
      </w:pPr>
    </w:p>
    <w:p w:rsidR="007B227F" w:rsidRPr="003C1E3A" w:rsidRDefault="007B227F" w:rsidP="003C1E3A">
      <w:pPr>
        <w:spacing w:after="0" w:line="240" w:lineRule="auto"/>
        <w:ind w:left="4859"/>
        <w:jc w:val="right"/>
        <w:rPr>
          <w:rFonts w:ascii="Times New Roman" w:hAnsi="Times New Roman"/>
          <w:sz w:val="24"/>
          <w:szCs w:val="24"/>
        </w:rPr>
      </w:pPr>
    </w:p>
    <w:p w:rsidR="007B227F" w:rsidRDefault="007B227F" w:rsidP="003C1E3A">
      <w:pPr>
        <w:spacing w:after="0" w:line="240" w:lineRule="auto"/>
        <w:ind w:left="4859"/>
        <w:jc w:val="right"/>
        <w:rPr>
          <w:rFonts w:ascii="Times New Roman" w:hAnsi="Times New Roman"/>
          <w:sz w:val="24"/>
          <w:szCs w:val="24"/>
        </w:rPr>
      </w:pPr>
    </w:p>
    <w:p w:rsidR="007B227F" w:rsidRPr="003C1E3A" w:rsidRDefault="007B227F" w:rsidP="003C1E3A">
      <w:pPr>
        <w:spacing w:after="0" w:line="240" w:lineRule="auto"/>
        <w:ind w:left="4859"/>
        <w:jc w:val="right"/>
        <w:rPr>
          <w:rFonts w:ascii="Times New Roman" w:hAnsi="Times New Roman"/>
          <w:sz w:val="24"/>
          <w:szCs w:val="24"/>
        </w:rPr>
      </w:pPr>
      <w:r w:rsidRPr="003C1E3A">
        <w:rPr>
          <w:rFonts w:ascii="Times New Roman" w:hAnsi="Times New Roman"/>
          <w:sz w:val="24"/>
          <w:szCs w:val="24"/>
        </w:rPr>
        <w:t xml:space="preserve">Приложение № 1  </w:t>
      </w:r>
    </w:p>
    <w:p w:rsidR="007B227F" w:rsidRPr="003C1E3A" w:rsidRDefault="007B227F" w:rsidP="003C1E3A">
      <w:pPr>
        <w:spacing w:after="0" w:line="240" w:lineRule="auto"/>
        <w:ind w:left="4859"/>
        <w:jc w:val="right"/>
        <w:rPr>
          <w:rFonts w:ascii="Times New Roman" w:hAnsi="Times New Roman"/>
          <w:sz w:val="24"/>
          <w:szCs w:val="24"/>
        </w:rPr>
      </w:pPr>
      <w:r w:rsidRPr="003C1E3A">
        <w:rPr>
          <w:rFonts w:ascii="Times New Roman" w:hAnsi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Pr="00121603">
        <w:rPr>
          <w:rFonts w:ascii="Times New Roman" w:hAnsi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7B227F" w:rsidRPr="003C1E3A" w:rsidRDefault="007B227F" w:rsidP="003C1E3A">
      <w:pPr>
        <w:ind w:left="6480"/>
        <w:jc w:val="both"/>
      </w:pPr>
    </w:p>
    <w:p w:rsidR="007B227F" w:rsidRPr="003C1E3A" w:rsidRDefault="007B227F" w:rsidP="003C1E3A">
      <w:pPr>
        <w:ind w:left="6480"/>
        <w:jc w:val="both"/>
      </w:pPr>
    </w:p>
    <w:p w:rsidR="007B227F" w:rsidRPr="003C1E3A" w:rsidRDefault="007B227F" w:rsidP="003C1E3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hAnsi="Times New Roman"/>
          <w:b/>
          <w:bCs/>
          <w:sz w:val="28"/>
          <w:szCs w:val="28"/>
          <w:lang w:eastAsia="ru-RU"/>
        </w:rPr>
        <w:t>ИНФОРМАЦИЯ</w:t>
      </w:r>
    </w:p>
    <w:p w:rsidR="007B227F" w:rsidRPr="003C1E3A" w:rsidRDefault="007B227F" w:rsidP="003C1E3A">
      <w:pPr>
        <w:jc w:val="center"/>
        <w:rPr>
          <w:rFonts w:ascii="Times New Roman" w:hAnsi="Times New Roman"/>
        </w:rPr>
      </w:pPr>
      <w:r w:rsidRPr="003C1E3A">
        <w:rPr>
          <w:rFonts w:ascii="Times New Roman" w:hAnsi="Times New Roman"/>
        </w:rPr>
        <w:t>о среднемесячной заработной плате руководителей, их заместителей и главных бухгалтеров</w:t>
      </w:r>
    </w:p>
    <w:p w:rsidR="007B227F" w:rsidRPr="003C1E3A" w:rsidRDefault="007B227F" w:rsidP="003C1E3A">
      <w:pPr>
        <w:jc w:val="center"/>
        <w:rPr>
          <w:rFonts w:ascii="Times New Roman" w:hAnsi="Times New Roman"/>
        </w:rPr>
      </w:pPr>
      <w:r w:rsidRPr="006B70E1">
        <w:rPr>
          <w:rFonts w:ascii="Times New Roman" w:hAnsi="Times New Roman"/>
          <w:u w:val="single"/>
        </w:rPr>
        <w:t>МКОУ Пелевинская ООШ</w:t>
      </w:r>
      <w:r w:rsidRPr="003C1E3A">
        <w:rPr>
          <w:rFonts w:ascii="Times New Roman" w:hAnsi="Times New Roman"/>
        </w:rPr>
        <w:t>,</w:t>
      </w:r>
    </w:p>
    <w:p w:rsidR="007B227F" w:rsidRPr="003C1E3A" w:rsidRDefault="007B227F" w:rsidP="003C1E3A">
      <w:pPr>
        <w:jc w:val="center"/>
        <w:rPr>
          <w:rFonts w:ascii="Times New Roman" w:hAnsi="Times New Roman"/>
        </w:rPr>
      </w:pPr>
      <w:r w:rsidRPr="003C1E3A">
        <w:rPr>
          <w:rFonts w:ascii="Times New Roman" w:hAnsi="Times New Roman"/>
        </w:rPr>
        <w:t>(наиме</w:t>
      </w:r>
      <w:r>
        <w:rPr>
          <w:rFonts w:ascii="Times New Roman" w:hAnsi="Times New Roman"/>
        </w:rPr>
        <w:t>нование муниципальной образовательной организации</w:t>
      </w:r>
      <w:r w:rsidRPr="003C1E3A">
        <w:rPr>
          <w:rFonts w:ascii="Times New Roman" w:hAnsi="Times New Roman"/>
        </w:rPr>
        <w:t>)</w:t>
      </w:r>
    </w:p>
    <w:p w:rsidR="007B227F" w:rsidRPr="003C1E3A" w:rsidRDefault="007B227F" w:rsidP="003C1E3A">
      <w:pPr>
        <w:jc w:val="center"/>
        <w:rPr>
          <w:rFonts w:ascii="Times New Roman" w:hAnsi="Times New Roman"/>
        </w:rPr>
      </w:pPr>
      <w:r w:rsidRPr="003C1E3A">
        <w:rPr>
          <w:rFonts w:ascii="Times New Roman" w:hAnsi="Times New Roman"/>
        </w:rPr>
        <w:t>за 20</w:t>
      </w:r>
      <w:r>
        <w:rPr>
          <w:rFonts w:ascii="Times New Roman" w:hAnsi="Times New Roman"/>
        </w:rPr>
        <w:t>19</w:t>
      </w:r>
      <w:r w:rsidRPr="003C1E3A">
        <w:rPr>
          <w:rFonts w:ascii="Times New Roman" w:hAnsi="Times New Roman"/>
        </w:rPr>
        <w:t xml:space="preserve"> год</w:t>
      </w:r>
    </w:p>
    <w:p w:rsidR="007B227F" w:rsidRPr="003C1E3A" w:rsidRDefault="007B227F" w:rsidP="003C1E3A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4"/>
        <w:gridCol w:w="3546"/>
        <w:gridCol w:w="2529"/>
        <w:gridCol w:w="2567"/>
      </w:tblGrid>
      <w:tr w:rsidR="007B227F" w:rsidRPr="006F2B39" w:rsidTr="00636E37">
        <w:tc>
          <w:tcPr>
            <w:tcW w:w="1526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  <w:b/>
              </w:rPr>
            </w:pPr>
            <w:r w:rsidRPr="003C1E3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613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  <w:b/>
              </w:rPr>
            </w:pPr>
            <w:r w:rsidRPr="003C1E3A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  <w:b/>
              </w:rPr>
            </w:pPr>
            <w:r w:rsidRPr="003C1E3A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  <w:b/>
              </w:rPr>
            </w:pPr>
            <w:r w:rsidRPr="003C1E3A">
              <w:rPr>
                <w:rFonts w:ascii="Times New Roman" w:hAnsi="Times New Roman"/>
                <w:b/>
              </w:rPr>
              <w:t>Среднемесячная заработная плата, руб.</w:t>
            </w:r>
          </w:p>
        </w:tc>
      </w:tr>
      <w:tr w:rsidR="007B227F" w:rsidRPr="006F2B39" w:rsidTr="00636E37">
        <w:tc>
          <w:tcPr>
            <w:tcW w:w="1526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13" w:type="dxa"/>
          </w:tcPr>
          <w:p w:rsidR="007B227F" w:rsidRPr="003C1E3A" w:rsidRDefault="007B227F" w:rsidP="006B7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Захарова Алёна Сергеевна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484 920,83/12=40 410,07</w:t>
            </w:r>
          </w:p>
        </w:tc>
      </w:tr>
      <w:tr w:rsidR="007B227F" w:rsidRPr="006F2B39" w:rsidTr="00636E37">
        <w:tc>
          <w:tcPr>
            <w:tcW w:w="1526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13" w:type="dxa"/>
          </w:tcPr>
          <w:p w:rsidR="007B227F" w:rsidRPr="003C1E3A" w:rsidRDefault="007B227F" w:rsidP="006B7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Докучаева Елена Валентиновна 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 по УВР (05, ставки)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218 708/12/0,5=36 451,33</w:t>
            </w:r>
          </w:p>
        </w:tc>
      </w:tr>
      <w:tr w:rsidR="007B227F" w:rsidRPr="006F2B39" w:rsidTr="00636E37">
        <w:tc>
          <w:tcPr>
            <w:tcW w:w="1526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13" w:type="dxa"/>
          </w:tcPr>
          <w:p w:rsidR="007B227F" w:rsidRPr="003C1E3A" w:rsidRDefault="007B227F" w:rsidP="006B7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Жданова Марина Анатольевна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7B227F" w:rsidRPr="003C1E3A" w:rsidRDefault="007B227F" w:rsidP="003C1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440 267,77/12=36 688,98</w:t>
            </w:r>
          </w:p>
        </w:tc>
      </w:tr>
    </w:tbl>
    <w:p w:rsidR="007B227F" w:rsidRPr="003C1E3A" w:rsidRDefault="007B227F" w:rsidP="003C1E3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227F" w:rsidRDefault="007B227F"/>
    <w:p w:rsidR="007B227F" w:rsidRDefault="007B227F"/>
    <w:p w:rsidR="007B227F" w:rsidRDefault="007B227F">
      <w:r>
        <w:t>Руководитель:_______________</w:t>
      </w:r>
      <w:r w:rsidRPr="006B70E1">
        <w:rPr>
          <w:u w:val="single"/>
        </w:rPr>
        <w:t>А.С.Захарова</w:t>
      </w:r>
    </w:p>
    <w:p w:rsidR="007B227F" w:rsidRDefault="007B227F">
      <w:r>
        <w:t>Главный бухгалтер:____________</w:t>
      </w:r>
      <w:r w:rsidRPr="006B70E1">
        <w:rPr>
          <w:u w:val="single"/>
        </w:rPr>
        <w:t>М.А.Жданова</w:t>
      </w:r>
      <w:r>
        <w:t>___</w:t>
      </w:r>
    </w:p>
    <w:p w:rsidR="007B227F" w:rsidRDefault="007B227F">
      <w:r>
        <w:t>Исполнитель</w:t>
      </w:r>
      <w:bookmarkStart w:id="0" w:name="_GoBack"/>
      <w:bookmarkEnd w:id="0"/>
      <w:r>
        <w:t xml:space="preserve"> М.А.Жданова</w:t>
      </w:r>
    </w:p>
    <w:sectPr w:rsidR="007B227F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D9C"/>
    <w:rsid w:val="000377C0"/>
    <w:rsid w:val="00121603"/>
    <w:rsid w:val="00136836"/>
    <w:rsid w:val="00352B5D"/>
    <w:rsid w:val="003C1E3A"/>
    <w:rsid w:val="00636E37"/>
    <w:rsid w:val="00653A6D"/>
    <w:rsid w:val="006B70E1"/>
    <w:rsid w:val="006F2B39"/>
    <w:rsid w:val="007B227F"/>
    <w:rsid w:val="008569B7"/>
    <w:rsid w:val="008B2729"/>
    <w:rsid w:val="009858D8"/>
    <w:rsid w:val="00B6549F"/>
    <w:rsid w:val="00C53F7E"/>
    <w:rsid w:val="00C71E4C"/>
    <w:rsid w:val="00DA7E35"/>
    <w:rsid w:val="00DF1D9C"/>
    <w:rsid w:val="00F9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E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137</Words>
  <Characters>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 </dc:title>
  <dc:subject/>
  <dc:creator>1</dc:creator>
  <cp:keywords/>
  <dc:description/>
  <cp:lastModifiedBy>1</cp:lastModifiedBy>
  <cp:revision>3</cp:revision>
  <cp:lastPrinted>2020-04-24T09:30:00Z</cp:lastPrinted>
  <dcterms:created xsi:type="dcterms:W3CDTF">2020-04-27T05:20:00Z</dcterms:created>
  <dcterms:modified xsi:type="dcterms:W3CDTF">2020-04-27T06:22:00Z</dcterms:modified>
</cp:coreProperties>
</file>